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30608" w14:textId="77777777" w:rsidR="00CB411F" w:rsidRDefault="00CB411F" w:rsidP="000256AF"/>
    <w:p w14:paraId="65CB3C8B" w14:textId="77777777" w:rsidR="00CB411F" w:rsidRDefault="00000000" w:rsidP="000256AF">
      <w:r>
        <w:rPr>
          <w:noProof/>
        </w:rPr>
        <w:pict w14:anchorId="2CA85689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94" type="#_x0000_t202" style="position:absolute;margin-left:79.05pt;margin-top:6.2pt;width:59.45pt;height:75.15pt;z-index:7;visibility:visible;mso-wrap-style:none;mso-width-percent:400;mso-height-percent:200;mso-width-percent:400;mso-height-percent:200;mso-width-relative:margin;mso-height-relative:margin">
            <v:textbox style="mso-fit-shape-to-text:t">
              <w:txbxContent>
                <w:p w14:paraId="11876492" w14:textId="77777777" w:rsidR="00CB411F" w:rsidRPr="00CB411F" w:rsidRDefault="00CB411F">
                  <w:pPr>
                    <w:rPr>
                      <w:lang w:val="pt-BR"/>
                    </w:rPr>
                  </w:pPr>
                  <w:r>
                    <w:fldChar w:fldCharType="begin"/>
                  </w:r>
                  <w:r>
                    <w:instrText xml:space="preserve"> INCLUDEPICTURE "http://www.fotosdahora.com.br/clipart/cliparts_imagens/04Cultura/igreja_06.jpg" \* MERGEFORMATINET </w:instrText>
                  </w:r>
                  <w:r>
                    <w:fldChar w:fldCharType="separate"/>
                  </w:r>
                  <w:r w:rsidR="00000000">
                    <w:fldChar w:fldCharType="begin"/>
                  </w:r>
                  <w:r w:rsidR="00000000">
                    <w:instrText xml:space="preserve"> INCLUDEPICTURE  "http://www.fotosdahora.com.br/clipart/cliparts_imagens/04Cultura/igreja_06.jpg" \* MERGEFORMATINET </w:instrText>
                  </w:r>
                  <w:r w:rsidR="00000000">
                    <w:fldChar w:fldCharType="separate"/>
                  </w:r>
                  <w:r w:rsidR="00000000">
                    <w:pict w14:anchorId="119F0A5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igreja 06" style="width:44.25pt;height:67.5pt">
                        <v:imagedata r:id="rId6" r:href="rId7"/>
                      </v:shape>
                    </w:pict>
                  </w:r>
                  <w:r w:rsidR="00000000">
                    <w:fldChar w:fldCharType="end"/>
                  </w:r>
                  <w:r>
                    <w:fldChar w:fldCharType="end"/>
                  </w:r>
                </w:p>
              </w:txbxContent>
            </v:textbox>
          </v:shape>
        </w:pict>
      </w:r>
    </w:p>
    <w:p w14:paraId="40DE7FF4" w14:textId="77777777" w:rsidR="00CB411F" w:rsidRDefault="00CB411F" w:rsidP="000256AF"/>
    <w:p w14:paraId="32DF9D37" w14:textId="77777777" w:rsidR="00CB411F" w:rsidRDefault="00CB411F" w:rsidP="000256AF"/>
    <w:p w14:paraId="479F1E32" w14:textId="77777777" w:rsidR="00CB411F" w:rsidRDefault="00CB411F" w:rsidP="000256AF"/>
    <w:p w14:paraId="3E564E7D" w14:textId="77777777" w:rsidR="00CB411F" w:rsidRDefault="00CB411F" w:rsidP="000256AF"/>
    <w:p w14:paraId="100DE196" w14:textId="77777777" w:rsidR="00CB411F" w:rsidRDefault="00CB411F" w:rsidP="000256AF"/>
    <w:p w14:paraId="7F93F89A" w14:textId="77777777" w:rsidR="00CB411F" w:rsidRDefault="00CB411F" w:rsidP="000256AF"/>
    <w:p w14:paraId="6AB5263A" w14:textId="77777777" w:rsidR="00CB411F" w:rsidRDefault="00CB411F" w:rsidP="000256AF"/>
    <w:p w14:paraId="428869B2" w14:textId="77777777" w:rsidR="00CB411F" w:rsidRDefault="00CB411F" w:rsidP="000256AF"/>
    <w:p w14:paraId="064B975A" w14:textId="77777777" w:rsidR="00CB411F" w:rsidRDefault="00CB411F" w:rsidP="000256AF"/>
    <w:p w14:paraId="1CFA0854" w14:textId="77777777" w:rsidR="00CB411F" w:rsidRDefault="00CB411F" w:rsidP="000256AF"/>
    <w:p w14:paraId="3F1E2D92" w14:textId="77777777" w:rsidR="00CB411F" w:rsidRDefault="00CB411F" w:rsidP="000256AF"/>
    <w:p w14:paraId="03C71694" w14:textId="77777777" w:rsidR="00CB411F" w:rsidRDefault="00CB411F" w:rsidP="000256AF"/>
    <w:p w14:paraId="07B9EBC2" w14:textId="77777777" w:rsidR="00CB411F" w:rsidRDefault="00CB411F" w:rsidP="000256AF"/>
    <w:p w14:paraId="0296299A" w14:textId="77777777" w:rsidR="00CB411F" w:rsidRDefault="00CB411F" w:rsidP="000256AF"/>
    <w:p w14:paraId="55C6AE4B" w14:textId="77777777" w:rsidR="00CB411F" w:rsidRDefault="00CB411F" w:rsidP="000256AF"/>
    <w:p w14:paraId="421959AD" w14:textId="77777777" w:rsidR="00CB411F" w:rsidRDefault="00CB411F" w:rsidP="000256AF"/>
    <w:p w14:paraId="619217F0" w14:textId="77777777" w:rsidR="00CB411F" w:rsidRDefault="00CB411F" w:rsidP="000256AF"/>
    <w:p w14:paraId="3CAD4713" w14:textId="77777777" w:rsidR="00CB411F" w:rsidRDefault="00CB411F" w:rsidP="000256AF"/>
    <w:p w14:paraId="5E8C8B87" w14:textId="77777777" w:rsidR="00CB411F" w:rsidRDefault="00CB411F" w:rsidP="000256AF"/>
    <w:p w14:paraId="50D19BE6" w14:textId="77777777" w:rsidR="00CB411F" w:rsidRDefault="00CB411F" w:rsidP="000256AF"/>
    <w:p w14:paraId="1456A8F0" w14:textId="77777777" w:rsidR="00CB411F" w:rsidRDefault="00CB411F" w:rsidP="000256AF"/>
    <w:p w14:paraId="5B9BC59E" w14:textId="77777777" w:rsidR="00CB411F" w:rsidRDefault="00CB411F" w:rsidP="000256AF"/>
    <w:p w14:paraId="01F934B7" w14:textId="77777777" w:rsidR="00CB411F" w:rsidRDefault="00CB411F" w:rsidP="000256AF"/>
    <w:p w14:paraId="5067FCB0" w14:textId="77777777" w:rsidR="00CB411F" w:rsidRDefault="00CB411F" w:rsidP="000256AF"/>
    <w:p w14:paraId="4055CC39" w14:textId="77777777" w:rsidR="00CB411F" w:rsidRDefault="00CB411F" w:rsidP="000256AF"/>
    <w:p w14:paraId="368880D9" w14:textId="77777777" w:rsidR="00CB411F" w:rsidRDefault="00CB411F" w:rsidP="000256AF"/>
    <w:p w14:paraId="2DC3CC04" w14:textId="77777777" w:rsidR="00CB411F" w:rsidRDefault="00CB411F" w:rsidP="000256AF"/>
    <w:p w14:paraId="4B767E5C" w14:textId="77777777" w:rsidR="00CB411F" w:rsidRDefault="00CB411F" w:rsidP="000256AF"/>
    <w:p w14:paraId="1BDA5F26" w14:textId="77777777" w:rsidR="00CB411F" w:rsidRDefault="00000000" w:rsidP="000256AF">
      <w:r>
        <w:rPr>
          <w:noProof/>
          <w:lang w:val="pt-BR" w:eastAsia="pt-BR"/>
        </w:rPr>
        <w:pict w14:anchorId="510CA095">
          <v:rect id="_x0000_s1095" style="position:absolute;margin-left:48.75pt;margin-top:403.5pt;width:515.45pt;height:359.25pt;z-index: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" fillcolor="#f96" strokecolor="#630" strokeweight="2pt">
            <w10:wrap anchorx="page" anchory="page"/>
          </v:rect>
        </w:pict>
      </w:r>
    </w:p>
    <w:p w14:paraId="2380F279" w14:textId="77777777" w:rsidR="00CB411F" w:rsidRDefault="00CB411F" w:rsidP="000256AF"/>
    <w:p w14:paraId="24E2D23E" w14:textId="77777777" w:rsidR="005E4F0D" w:rsidRPr="003B6C1E" w:rsidRDefault="00000000" w:rsidP="000256AF">
      <w:r>
        <w:rPr>
          <w:noProof/>
          <w:lang w:val="pt-BR" w:eastAsia="pt-BR"/>
        </w:rPr>
        <w:pict w14:anchorId="6C7953A9">
          <v:shape id="_x0000_s1101" type="#_x0000_t202" style="position:absolute;margin-left:369.25pt;margin-top:658.5pt;width:158pt;height:17.4pt;z-index:1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next-textbox:#_x0000_s1101;mso-fit-shape-to-text:t">
              <w:txbxContent>
                <w:p w14:paraId="6E1192E1" w14:textId="77777777" w:rsidR="00E625AA" w:rsidRPr="008736F5" w:rsidRDefault="00E625AA" w:rsidP="00E625AA">
                  <w:pPr>
                    <w:pStyle w:val="datesignature"/>
                    <w:rPr>
                      <w:noProof/>
                      <w:color w:val="000000"/>
                      <w:sz w:val="18"/>
                      <w:lang w:val="pt-BR"/>
                    </w:rPr>
                  </w:pPr>
                  <w:r w:rsidRPr="008736F5">
                    <w:rPr>
                      <w:noProof/>
                      <w:color w:val="000000"/>
                      <w:sz w:val="18"/>
                      <w:lang w:val="pt-BR"/>
                    </w:rPr>
                    <w:t>1</w:t>
                  </w:r>
                  <w:r w:rsidR="002F13FC">
                    <w:rPr>
                      <w:noProof/>
                      <w:color w:val="000000"/>
                      <w:sz w:val="18"/>
                      <w:lang w:val="pt-BR"/>
                    </w:rPr>
                    <w:t>5</w:t>
                  </w:r>
                  <w:r w:rsidRPr="008736F5">
                    <w:rPr>
                      <w:noProof/>
                      <w:color w:val="000000"/>
                      <w:sz w:val="18"/>
                      <w:lang w:val="pt-BR"/>
                    </w:rPr>
                    <w:t xml:space="preserve"> de setembro de 201</w:t>
                  </w:r>
                  <w:r w:rsidR="002F13FC">
                    <w:rPr>
                      <w:noProof/>
                      <w:color w:val="000000"/>
                      <w:sz w:val="18"/>
                      <w:lang w:val="pt-BR"/>
                    </w:rPr>
                    <w:t>8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val="pt-BR" w:eastAsia="pt-BR"/>
        </w:rPr>
        <w:pict w14:anchorId="058B6AF1">
          <v:rect id="_x0000_s1096" style="position:absolute;margin-left:78pt;margin-top:423pt;width:460.6pt;height:321pt;z-index: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" strokecolor="#630" strokeweight=".5pt">
            <w10:wrap anchorx="page" anchory="page"/>
          </v:rect>
        </w:pict>
      </w:r>
      <w:r>
        <w:rPr>
          <w:noProof/>
          <w:lang w:val="pt-BR" w:eastAsia="pt-BR"/>
        </w:rPr>
        <w:pict w14:anchorId="50924C6F">
          <v:shape id="_x0000_s1098" type="#_x0000_t202" style="position:absolute;margin-left:89.25pt;margin-top:442.5pt;width:438.75pt;height:213.75pt;z-index:1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aS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" filled="f" stroked="f">
            <v:textbox style="mso-next-textbox:#_x0000_s1098">
              <w:txbxContent>
                <w:p w14:paraId="3B6D9D5F" w14:textId="77777777" w:rsidR="00CB411F" w:rsidRPr="00CB411F" w:rsidRDefault="00CB411F" w:rsidP="00CB411F">
                  <w:pPr>
                    <w:pStyle w:val="Ttulo2"/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</w:pPr>
                  <w:r w:rsidRPr="00CB411F"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  <w:t>Certificado</w:t>
                  </w:r>
                </w:p>
                <w:p w14:paraId="773B0666" w14:textId="77777777" w:rsidR="00CB411F" w:rsidRPr="00CB411F" w:rsidRDefault="00CB411F" w:rsidP="00CB411F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2E715C6F" w14:textId="77777777" w:rsidR="0023129A" w:rsidRPr="00CB411F" w:rsidRDefault="0023129A" w:rsidP="0023129A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______________________</w:t>
                  </w:r>
                </w:p>
                <w:p w14:paraId="4DF3DF05" w14:textId="77777777" w:rsidR="0023129A" w:rsidRPr="00CB411F" w:rsidRDefault="0023129A" w:rsidP="0023129A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1FBFB4B6" w14:textId="77777777" w:rsidR="0023129A" w:rsidRPr="008736F5" w:rsidRDefault="0023129A" w:rsidP="0023129A">
                  <w:pPr>
                    <w:pStyle w:val="Ttulo2"/>
                    <w:rPr>
                      <w:color w:val="000000"/>
                      <w:sz w:val="22"/>
                      <w:lang w:val="pt-BR"/>
                    </w:rPr>
                  </w:pPr>
                  <w:r w:rsidRPr="008736F5">
                    <w:rPr>
                      <w:color w:val="000000"/>
                      <w:sz w:val="22"/>
                      <w:lang w:val="pt-BR"/>
                    </w:rPr>
                    <w:t>da família cristã da</w:t>
                  </w:r>
                </w:p>
                <w:p w14:paraId="18846131" w14:textId="77777777" w:rsidR="00E85ED6" w:rsidRPr="00CB411F" w:rsidRDefault="00E85ED6" w:rsidP="00E85ED6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Igreja Adventista do UNASP-EC</w:t>
                  </w:r>
                </w:p>
                <w:p w14:paraId="29915BAF" w14:textId="77777777" w:rsidR="00CB411F" w:rsidRPr="00CB411F" w:rsidRDefault="00CB411F" w:rsidP="00CB411F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48771BF8" w14:textId="77777777" w:rsidR="00CB411F" w:rsidRPr="008736F5" w:rsidRDefault="00CB411F" w:rsidP="00CB411F">
                  <w:pPr>
                    <w:pStyle w:val="Ttulo2"/>
                    <w:rPr>
                      <w:color w:val="000000"/>
                      <w:sz w:val="22"/>
                      <w:lang w:val="pt-BR"/>
                    </w:rPr>
                  </w:pPr>
                  <w:r w:rsidRPr="008736F5">
                    <w:rPr>
                      <w:color w:val="000000"/>
                      <w:sz w:val="22"/>
                      <w:lang w:val="pt-BR"/>
                    </w:rPr>
                    <w:t>recebe em reconhecimento de sua fidelidade em</w:t>
                  </w:r>
                </w:p>
                <w:p w14:paraId="1C78D94E" w14:textId="77777777" w:rsidR="00CB411F" w:rsidRPr="00CB411F" w:rsidRDefault="00CB411F" w:rsidP="00CB411F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63354180" w14:textId="77777777" w:rsidR="00E85ED6" w:rsidRPr="00CB411F" w:rsidRDefault="00E85ED6" w:rsidP="00E85ED6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obedecer à vontade de Deus</w:t>
                  </w:r>
                </w:p>
                <w:p w14:paraId="0D1EC63C" w14:textId="77777777" w:rsidR="00CB411F" w:rsidRPr="00CB411F" w:rsidRDefault="00CB411F" w:rsidP="00E85ED6">
                  <w:pPr>
                    <w:pStyle w:val="Ttulo3"/>
                    <w:rPr>
                      <w:sz w:val="36"/>
                      <w:lang w:val="pt-BR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  <w:lang w:val="pt-BR" w:eastAsia="pt-BR"/>
        </w:rPr>
        <w:pict w14:anchorId="178B1099">
          <v:shape id="_x0000_s1100" type="#_x0000_t202" style="position:absolute;margin-left:79.05pt;margin-top:19.05pt;width:59.45pt;height:75.15pt;z-index:13;visibility:visible;mso-wrap-style:none;mso-width-percent:400;mso-height-percent:200;mso-width-percent:400;mso-height-percent:200;mso-width-relative:margin;mso-height-relative:margin">
            <v:textbox style="mso-next-textbox:#_x0000_s1100;mso-fit-shape-to-text:t">
              <w:txbxContent>
                <w:p w14:paraId="6C9E2F2E" w14:textId="77777777" w:rsidR="00CB411F" w:rsidRPr="00CB411F" w:rsidRDefault="00CB411F" w:rsidP="00CB411F">
                  <w:pPr>
                    <w:rPr>
                      <w:lang w:val="pt-BR"/>
                    </w:rPr>
                  </w:pPr>
                  <w:r>
                    <w:fldChar w:fldCharType="begin"/>
                  </w:r>
                  <w:r>
                    <w:instrText xml:space="preserve"> INCLUDEPICTURE "http://www.fotosdahora.com.br/clipart/cliparts_imagens/04Cultura/igreja_06.jpg" \* MERGEFORMATINET </w:instrText>
                  </w:r>
                  <w:r>
                    <w:fldChar w:fldCharType="separate"/>
                  </w:r>
                  <w:r w:rsidR="00000000">
                    <w:fldChar w:fldCharType="begin"/>
                  </w:r>
                  <w:r w:rsidR="00000000">
                    <w:instrText xml:space="preserve"> INCLUDEPICTURE  "http://www.fotosdahora.com.br/clipart/cliparts_imagens/04Cultura/igreja_06.jpg" \* MERGEFORMATINET </w:instrText>
                  </w:r>
                  <w:r w:rsidR="00000000">
                    <w:fldChar w:fldCharType="separate"/>
                  </w:r>
                  <w:r w:rsidR="00000000">
                    <w:pict w14:anchorId="538E3549">
                      <v:shape id="_x0000_i1028" type="#_x0000_t75" alt="igreja 06" style="width:44.25pt;height:67.5pt">
                        <v:imagedata r:id="rId6" r:href="rId8"/>
                      </v:shape>
                    </w:pict>
                  </w:r>
                  <w:r w:rsidR="00000000">
                    <w:fldChar w:fldCharType="end"/>
                  </w:r>
                  <w:r>
                    <w:fldChar w:fldCharType="end"/>
                  </w:r>
                </w:p>
              </w:txbxContent>
            </v:textbox>
          </v:shape>
        </w:pict>
      </w:r>
      <w:r>
        <w:rPr>
          <w:noProof/>
          <w:lang w:val="pt-BR" w:eastAsia="pt-BR"/>
        </w:rPr>
        <w:pict w14:anchorId="4D0881FE">
          <v:shape id="_x0000_s1099" type="#_x0000_t202" style="position:absolute;margin-left:285.95pt;margin-top:695.25pt;width:252.65pt;height:27.6pt;z-index: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sstw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" filled="f" stroked="f">
            <v:textbox style="mso-next-textbox:#_x0000_s1099;mso-fit-shape-to-text:t">
              <w:txbxContent>
                <w:p w14:paraId="07109ECB" w14:textId="77777777" w:rsidR="00CB411F" w:rsidRPr="00CB411F" w:rsidRDefault="00CB411F" w:rsidP="00CB411F">
                  <w:pPr>
                    <w:pStyle w:val="datesignature"/>
                    <w:rPr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lang w:val="pt-BR"/>
                    </w:rPr>
                    <w:t>___________________________________________</w:t>
                  </w:r>
                </w:p>
                <w:p w14:paraId="23A88659" w14:textId="77777777" w:rsidR="00CB411F" w:rsidRPr="00CB411F" w:rsidRDefault="00CB411F" w:rsidP="00CB411F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>Assinatura d</w:t>
                  </w:r>
                  <w:r>
                    <w:rPr>
                      <w:sz w:val="18"/>
                      <w:szCs w:val="24"/>
                      <w:lang w:val="pt-BR"/>
                    </w:rPr>
                    <w:t>a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</w:t>
                  </w:r>
                  <w:r w:rsidR="00E85ED6">
                    <w:rPr>
                      <w:sz w:val="18"/>
                      <w:szCs w:val="24"/>
                      <w:lang w:val="pt-BR"/>
                    </w:rPr>
                    <w:t>professora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dos Primários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val="pt-BR" w:eastAsia="pt-BR"/>
        </w:rPr>
        <w:pict w14:anchorId="5A6FC0E4">
          <v:shape id="_x0000_s1097" type="#_x0000_t202" style="position:absolute;margin-left:73.75pt;margin-top:695.25pt;width:233pt;height:27.6pt;z-index:1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next-textbox:#_x0000_s1097;mso-fit-shape-to-text:t">
              <w:txbxContent>
                <w:p w14:paraId="38276FFD" w14:textId="77777777" w:rsidR="00CB411F" w:rsidRPr="00CB411F" w:rsidRDefault="00CB411F" w:rsidP="00CB411F">
                  <w:pPr>
                    <w:pStyle w:val="datesignature"/>
                    <w:rPr>
                      <w:sz w:val="18"/>
                    </w:rPr>
                  </w:pPr>
                  <w:r w:rsidRPr="00CB411F">
                    <w:rPr>
                      <w:sz w:val="18"/>
                    </w:rPr>
                    <w:t>______________________________________</w:t>
                  </w:r>
                </w:p>
                <w:p w14:paraId="5C0010C1" w14:textId="77777777" w:rsidR="00CB411F" w:rsidRPr="00CB411F" w:rsidRDefault="00CB411F" w:rsidP="00CB411F">
                  <w:pPr>
                    <w:pStyle w:val="datesignature"/>
                    <w:rPr>
                      <w:noProof/>
                      <w:sz w:val="18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Assinatura do </w:t>
                  </w:r>
                  <w:r w:rsidR="00E85ED6">
                    <w:rPr>
                      <w:sz w:val="18"/>
                      <w:szCs w:val="24"/>
                      <w:lang w:val="pt-BR"/>
                    </w:rPr>
                    <w:t>diretor dos Primários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val="pt-BR" w:eastAsia="pt-BR"/>
        </w:rPr>
        <w:pict w14:anchorId="0C47DFF2">
          <v:shape id="_x0000_s1093" type="#_x0000_t202" style="position:absolute;margin-left:370pt;margin-top:282pt;width:158pt;height:17.4pt;z-index: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next-textbox:#_x0000_s1093;mso-fit-shape-to-text:t">
              <w:txbxContent>
                <w:p w14:paraId="65F1125E" w14:textId="77777777" w:rsidR="00CB411F" w:rsidRPr="008736F5" w:rsidRDefault="00CB411F" w:rsidP="00CB411F">
                  <w:pPr>
                    <w:pStyle w:val="datesignature"/>
                    <w:rPr>
                      <w:noProof/>
                      <w:color w:val="000000"/>
                      <w:sz w:val="18"/>
                      <w:lang w:val="pt-BR"/>
                    </w:rPr>
                  </w:pPr>
                  <w:r w:rsidRPr="008736F5">
                    <w:rPr>
                      <w:noProof/>
                      <w:color w:val="000000"/>
                      <w:sz w:val="18"/>
                      <w:lang w:val="pt-BR"/>
                    </w:rPr>
                    <w:t>1</w:t>
                  </w:r>
                  <w:r w:rsidR="002F13FC">
                    <w:rPr>
                      <w:noProof/>
                      <w:color w:val="000000"/>
                      <w:sz w:val="18"/>
                      <w:lang w:val="pt-BR"/>
                    </w:rPr>
                    <w:t>5</w:t>
                  </w:r>
                  <w:r w:rsidRPr="008736F5">
                    <w:rPr>
                      <w:noProof/>
                      <w:color w:val="000000"/>
                      <w:sz w:val="18"/>
                      <w:lang w:val="pt-BR"/>
                    </w:rPr>
                    <w:t xml:space="preserve"> de setembro de 201</w:t>
                  </w:r>
                  <w:r w:rsidR="002F13FC">
                    <w:rPr>
                      <w:noProof/>
                      <w:color w:val="000000"/>
                      <w:sz w:val="18"/>
                      <w:lang w:val="pt-BR"/>
                    </w:rPr>
                    <w:t>8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 w14:anchorId="3C66F6B8">
          <v:shape id="Text Box 53" o:spid="_x0000_s1090" type="#_x0000_t202" style="position:absolute;margin-left:73.75pt;margin-top:324pt;width:233pt;height:37.8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b6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qDHPtgLasn&#10;YLCSQDDgIsw9ODRS/cRogBmSYf1jSxXDqP0ooAuSkABNkXEXMnX8VZeS9aWEihKgMmwwGo9LMw6q&#10;ba/4pgFLx767hc4puCO1bbHRq0O/wZxwsR1mmh1El3endZ68i98A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rgdvq5&#10;AgAAwQUAAA4AAAAAAAAAAAAAAAAALgIAAGRycy9lMm9Eb2MueG1sUEsBAi0AFAAGAAgAAAAhAAIS&#10;uAHfAAAADAEAAA8AAAAAAAAAAAAAAAAAEwUAAGRycy9kb3ducmV2LnhtbFBLBQYAAAAABAAEAPMA&#10;AAAfBgAAAAA=&#10;" filled="f" stroked="f">
            <v:textbox style="mso-fit-shape-to-text:t">
              <w:txbxContent>
                <w:p w14:paraId="6B4AD3ED" w14:textId="77777777" w:rsidR="00BC40EF" w:rsidRPr="00CB411F" w:rsidRDefault="00BC40EF" w:rsidP="00B028D6">
                  <w:pPr>
                    <w:pStyle w:val="datesignature"/>
                    <w:rPr>
                      <w:sz w:val="18"/>
                    </w:rPr>
                  </w:pPr>
                  <w:r w:rsidRPr="00CB411F">
                    <w:rPr>
                      <w:sz w:val="18"/>
                    </w:rPr>
                    <w:t>_____</w:t>
                  </w:r>
                  <w:r w:rsidR="00F113D4" w:rsidRPr="00CB411F">
                    <w:rPr>
                      <w:sz w:val="18"/>
                    </w:rPr>
                    <w:t>__</w:t>
                  </w:r>
                  <w:r w:rsidRPr="00CB411F">
                    <w:rPr>
                      <w:sz w:val="18"/>
                    </w:rPr>
                    <w:t>___</w:t>
                  </w:r>
                  <w:r w:rsidR="00B028D6" w:rsidRPr="00CB411F">
                    <w:rPr>
                      <w:sz w:val="18"/>
                    </w:rPr>
                    <w:t>___________________</w:t>
                  </w:r>
                  <w:r w:rsidRPr="00CB411F">
                    <w:rPr>
                      <w:sz w:val="18"/>
                    </w:rPr>
                    <w:t>______</w:t>
                  </w:r>
                  <w:r w:rsidR="00F113D4" w:rsidRPr="00CB411F">
                    <w:rPr>
                      <w:sz w:val="18"/>
                    </w:rPr>
                    <w:t>___</w:t>
                  </w:r>
                </w:p>
                <w:p w14:paraId="30B11C51" w14:textId="77777777" w:rsidR="00D160FB" w:rsidRPr="00CB411F" w:rsidRDefault="00D160FB" w:rsidP="00D160FB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Assinatura </w:t>
                  </w:r>
                  <w:r w:rsidR="00F20BB3" w:rsidRPr="00CB411F">
                    <w:rPr>
                      <w:sz w:val="18"/>
                      <w:szCs w:val="24"/>
                      <w:lang w:val="pt-BR"/>
                    </w:rPr>
                    <w:t xml:space="preserve">do </w:t>
                  </w:r>
                  <w:r w:rsidR="00E85ED6">
                    <w:rPr>
                      <w:sz w:val="18"/>
                      <w:szCs w:val="24"/>
                      <w:lang w:val="pt-BR"/>
                    </w:rPr>
                    <w:t>diretor dos primários</w:t>
                  </w:r>
                </w:p>
                <w:p w14:paraId="15981496" w14:textId="77777777" w:rsidR="00BC40EF" w:rsidRPr="00CB411F" w:rsidRDefault="00BC40EF" w:rsidP="00D160FB">
                  <w:pPr>
                    <w:pStyle w:val="datesignature"/>
                    <w:rPr>
                      <w:noProof/>
                      <w:sz w:val="18"/>
                    </w:rPr>
                  </w:pP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 w14:anchorId="5513C656">
          <v:shape id="Text Box 63" o:spid="_x0000_s1091" type="#_x0000_t202" style="position:absolute;margin-left:285.95pt;margin-top:324pt;width:252.65pt;height:27.6pt;z-index: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sstw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" filled="f" stroked="f">
            <v:textbox style="mso-fit-shape-to-text:t">
              <w:txbxContent>
                <w:p w14:paraId="5A95FD71" w14:textId="77777777" w:rsidR="00F20BB3" w:rsidRPr="00CB411F" w:rsidRDefault="00F20BB3" w:rsidP="00F20BB3">
                  <w:pPr>
                    <w:pStyle w:val="datesignature"/>
                    <w:rPr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lang w:val="pt-BR"/>
                    </w:rPr>
                    <w:t>___________________________________________</w:t>
                  </w:r>
                </w:p>
                <w:p w14:paraId="4728B1F7" w14:textId="77777777" w:rsidR="00F20BB3" w:rsidRPr="00CB411F" w:rsidRDefault="00F20BB3" w:rsidP="00F20BB3">
                  <w:pPr>
                    <w:pStyle w:val="datesignature"/>
                    <w:rPr>
                      <w:noProof/>
                      <w:sz w:val="18"/>
                      <w:lang w:val="pt-BR"/>
                    </w:rPr>
                  </w:pPr>
                  <w:r w:rsidRPr="00CB411F">
                    <w:rPr>
                      <w:sz w:val="18"/>
                      <w:szCs w:val="24"/>
                      <w:lang w:val="pt-BR"/>
                    </w:rPr>
                    <w:t>Assinatura d</w:t>
                  </w:r>
                  <w:r w:rsidR="00CB411F">
                    <w:rPr>
                      <w:sz w:val="18"/>
                      <w:szCs w:val="24"/>
                      <w:lang w:val="pt-BR"/>
                    </w:rPr>
                    <w:t>a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</w:t>
                  </w:r>
                  <w:r w:rsidR="00E85ED6">
                    <w:rPr>
                      <w:sz w:val="18"/>
                      <w:szCs w:val="24"/>
                      <w:lang w:val="pt-BR"/>
                    </w:rPr>
                    <w:t>professora</w:t>
                  </w:r>
                  <w:r w:rsidRPr="00CB411F">
                    <w:rPr>
                      <w:sz w:val="18"/>
                      <w:szCs w:val="24"/>
                      <w:lang w:val="pt-BR"/>
                    </w:rPr>
                    <w:t xml:space="preserve"> dos Primários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 w14:anchorId="72ACB4BF">
          <v:shape id="Text Box 56" o:spid="_x0000_s1092" type="#_x0000_t202" style="position:absolute;margin-left:89.25pt;margin-top:71.25pt;width:438.75pt;height:213.75pt;z-index: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aS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" filled="f" stroked="f">
            <v:textbox>
              <w:txbxContent>
                <w:p w14:paraId="5B7FF6C7" w14:textId="77777777" w:rsidR="00F20BB3" w:rsidRPr="00CB411F" w:rsidRDefault="00F20BB3" w:rsidP="00D160FB">
                  <w:pPr>
                    <w:pStyle w:val="Ttulo2"/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</w:pPr>
                  <w:r w:rsidRPr="00CB411F">
                    <w:rPr>
                      <w:rFonts w:ascii="Algerian" w:hAnsi="Algerian"/>
                      <w:color w:val="FF0000"/>
                      <w:sz w:val="72"/>
                      <w:lang w:val="pt-BR"/>
                    </w:rPr>
                    <w:t>Certificado</w:t>
                  </w:r>
                </w:p>
                <w:p w14:paraId="572B2568" w14:textId="77777777" w:rsidR="00F20BB3" w:rsidRPr="00CB411F" w:rsidRDefault="00F20BB3" w:rsidP="00D160FB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2D46DCF3" w14:textId="77777777" w:rsidR="00E91CCF" w:rsidRPr="00CB411F" w:rsidRDefault="0023129A" w:rsidP="00E91CCF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______________________</w:t>
                  </w:r>
                </w:p>
                <w:p w14:paraId="12972BC6" w14:textId="77777777" w:rsidR="00F20BB3" w:rsidRPr="00CB411F" w:rsidRDefault="00F20BB3" w:rsidP="00D160FB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4C770812" w14:textId="77777777" w:rsidR="00F20BB3" w:rsidRPr="008736F5" w:rsidRDefault="00F20BB3" w:rsidP="00F20BB3">
                  <w:pPr>
                    <w:pStyle w:val="Ttulo2"/>
                    <w:rPr>
                      <w:color w:val="000000"/>
                      <w:sz w:val="22"/>
                      <w:lang w:val="pt-BR"/>
                    </w:rPr>
                  </w:pPr>
                  <w:r w:rsidRPr="008736F5">
                    <w:rPr>
                      <w:color w:val="000000"/>
                      <w:sz w:val="22"/>
                      <w:lang w:val="pt-BR"/>
                    </w:rPr>
                    <w:t>da família cristã da</w:t>
                  </w:r>
                </w:p>
                <w:p w14:paraId="0D7D7CC6" w14:textId="77777777" w:rsidR="00F20BB3" w:rsidRPr="00CB411F" w:rsidRDefault="00E85ED6" w:rsidP="00F20BB3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Igreja Adventista do UNASP-EC</w:t>
                  </w:r>
                </w:p>
                <w:p w14:paraId="2228706E" w14:textId="77777777" w:rsidR="00F20BB3" w:rsidRPr="00CB411F" w:rsidRDefault="00F20BB3" w:rsidP="00F20BB3">
                  <w:pPr>
                    <w:pStyle w:val="Ttulo2"/>
                    <w:rPr>
                      <w:sz w:val="22"/>
                      <w:lang w:val="pt-BR"/>
                    </w:rPr>
                  </w:pPr>
                </w:p>
                <w:p w14:paraId="046DDDCB" w14:textId="77777777" w:rsidR="00F20BB3" w:rsidRPr="008736F5" w:rsidRDefault="00F20BB3" w:rsidP="00F20BB3">
                  <w:pPr>
                    <w:pStyle w:val="Ttulo2"/>
                    <w:rPr>
                      <w:color w:val="000000"/>
                      <w:sz w:val="22"/>
                      <w:lang w:val="pt-BR"/>
                    </w:rPr>
                  </w:pPr>
                  <w:r w:rsidRPr="008736F5">
                    <w:rPr>
                      <w:color w:val="000000"/>
                      <w:sz w:val="22"/>
                      <w:lang w:val="pt-BR"/>
                    </w:rPr>
                    <w:t>recebe em reconhecimento de sua fidelidade em</w:t>
                  </w:r>
                </w:p>
                <w:p w14:paraId="05E26035" w14:textId="77777777" w:rsidR="00F20BB3" w:rsidRPr="008736F5" w:rsidRDefault="00F20BB3" w:rsidP="00F20BB3">
                  <w:pPr>
                    <w:pStyle w:val="Ttulo2"/>
                    <w:rPr>
                      <w:color w:val="000000"/>
                      <w:sz w:val="22"/>
                      <w:lang w:val="pt-BR"/>
                    </w:rPr>
                  </w:pPr>
                </w:p>
                <w:p w14:paraId="58919237" w14:textId="61144AEB" w:rsidR="00F20BB3" w:rsidRPr="00CB411F" w:rsidRDefault="00E85ED6" w:rsidP="00F20BB3">
                  <w:pPr>
                    <w:pStyle w:val="Ttulo3"/>
                    <w:rPr>
                      <w:sz w:val="36"/>
                      <w:lang w:val="pt-BR"/>
                    </w:rPr>
                  </w:pPr>
                  <w:r>
                    <w:rPr>
                      <w:sz w:val="36"/>
                      <w:lang w:val="pt-BR"/>
                    </w:rPr>
                    <w:t>obedecer à vontade de Deus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669EE59E">
          <v:rect id="Rectangle 60" o:spid="_x0000_s1089" style="position:absolute;margin-left:78pt;margin-top:51.75pt;width:460.6pt;height:321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" strokecolor="#630" strokeweight=".5pt">
            <w10:wrap anchorx="page" anchory="page"/>
          </v:rect>
        </w:pict>
      </w:r>
      <w:r>
        <w:rPr>
          <w:noProof/>
        </w:rPr>
        <w:pict w14:anchorId="78DBBD54">
          <v:rect id="Rectangle 59" o:spid="_x0000_s1088" style="position:absolute;margin-left:48.75pt;margin-top:32.25pt;width:515.45pt;height:359.2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" fillcolor="#f96" strokecolor="#630" strokeweight="2pt">
            <w10:wrap anchorx="page" anchory="page"/>
          </v:rect>
        </w:pict>
      </w:r>
    </w:p>
    <w:sectPr w:rsidR="005E4F0D" w:rsidRPr="003B6C1E" w:rsidSect="00CB411F">
      <w:headerReference w:type="even" r:id="rId9"/>
      <w:headerReference w:type="default" r:id="rId10"/>
      <w:footerReference w:type="default" r:id="rId11"/>
      <w:pgSz w:w="12240" w:h="15840" w:code="1"/>
      <w:pgMar w:top="734" w:right="720" w:bottom="720" w:left="720" w:header="720" w:footer="33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A4DDD" w14:textId="77777777" w:rsidR="00D97001" w:rsidRDefault="00D97001">
      <w:r>
        <w:separator/>
      </w:r>
    </w:p>
  </w:endnote>
  <w:endnote w:type="continuationSeparator" w:id="0">
    <w:p w14:paraId="1952A05C" w14:textId="77777777" w:rsidR="00D97001" w:rsidRDefault="00D9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B4E0" w14:textId="77777777" w:rsidR="005E4F0D" w:rsidRDefault="005E4F0D">
    <w:pPr>
      <w:widowControl w:val="0"/>
      <w:tabs>
        <w:tab w:val="center" w:pos="6480"/>
        <w:tab w:val="right" w:pos="12960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1E97" w14:textId="77777777" w:rsidR="00D97001" w:rsidRDefault="00D97001">
      <w:r>
        <w:separator/>
      </w:r>
    </w:p>
  </w:footnote>
  <w:footnote w:type="continuationSeparator" w:id="0">
    <w:p w14:paraId="6A3D1F1C" w14:textId="77777777" w:rsidR="00D97001" w:rsidRDefault="00D97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0400" w14:textId="77777777" w:rsidR="005E4F0D" w:rsidRDefault="005E4F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1DD8" w14:textId="77777777" w:rsidR="005E4F0D" w:rsidRDefault="005E4F0D">
    <w:pPr>
      <w:widowControl w:val="0"/>
      <w:tabs>
        <w:tab w:val="center" w:pos="6480"/>
        <w:tab w:val="right" w:pos="12960"/>
      </w:tabs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360"/>
  <w:drawingGridVerticalSpacing w:val="36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0BB3"/>
    <w:rsid w:val="000256AF"/>
    <w:rsid w:val="0018089D"/>
    <w:rsid w:val="001D5E70"/>
    <w:rsid w:val="0023129A"/>
    <w:rsid w:val="002915C2"/>
    <w:rsid w:val="00294BDD"/>
    <w:rsid w:val="002F13FC"/>
    <w:rsid w:val="002F403B"/>
    <w:rsid w:val="003B6C1E"/>
    <w:rsid w:val="003F02AC"/>
    <w:rsid w:val="004249D9"/>
    <w:rsid w:val="0043572A"/>
    <w:rsid w:val="004A3D06"/>
    <w:rsid w:val="004D4790"/>
    <w:rsid w:val="004E2AB8"/>
    <w:rsid w:val="00515435"/>
    <w:rsid w:val="0055092E"/>
    <w:rsid w:val="00566861"/>
    <w:rsid w:val="00577128"/>
    <w:rsid w:val="00580463"/>
    <w:rsid w:val="005E4F0D"/>
    <w:rsid w:val="0064219F"/>
    <w:rsid w:val="006718CC"/>
    <w:rsid w:val="006B5A36"/>
    <w:rsid w:val="00761BBB"/>
    <w:rsid w:val="007A7E2B"/>
    <w:rsid w:val="007B1614"/>
    <w:rsid w:val="008736F5"/>
    <w:rsid w:val="00913B7E"/>
    <w:rsid w:val="00924C0F"/>
    <w:rsid w:val="00965BB6"/>
    <w:rsid w:val="009C379D"/>
    <w:rsid w:val="009C3CAA"/>
    <w:rsid w:val="009D4A29"/>
    <w:rsid w:val="00A14829"/>
    <w:rsid w:val="00AB5082"/>
    <w:rsid w:val="00AD569E"/>
    <w:rsid w:val="00B028D6"/>
    <w:rsid w:val="00B75DB8"/>
    <w:rsid w:val="00B92707"/>
    <w:rsid w:val="00BC250D"/>
    <w:rsid w:val="00BC40EF"/>
    <w:rsid w:val="00BD68A4"/>
    <w:rsid w:val="00C671E5"/>
    <w:rsid w:val="00CB411F"/>
    <w:rsid w:val="00CF4DF5"/>
    <w:rsid w:val="00D160FB"/>
    <w:rsid w:val="00D43AF0"/>
    <w:rsid w:val="00D97001"/>
    <w:rsid w:val="00E10F3F"/>
    <w:rsid w:val="00E4082D"/>
    <w:rsid w:val="00E625AA"/>
    <w:rsid w:val="00E665CC"/>
    <w:rsid w:val="00E85ED6"/>
    <w:rsid w:val="00E91CCF"/>
    <w:rsid w:val="00EB0F65"/>
    <w:rsid w:val="00EE2C87"/>
    <w:rsid w:val="00F04F76"/>
    <w:rsid w:val="00F113D4"/>
    <w:rsid w:val="00F20BB3"/>
    <w:rsid w:val="00F52391"/>
    <w:rsid w:val="00FA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 style="mso-position-horizontal-relative:page;mso-position-vertical-relative:page" fillcolor="#fc9" strokecolor="#630">
      <v:fill color="#fc9" opacity="10486f"/>
      <v:stroke color="#630" weight="2pt"/>
      <o:colormru v:ext="edit" colors="#360,maroon,#630,#f96"/>
    </o:shapedefaults>
    <o:shapelayout v:ext="edit">
      <o:idmap v:ext="edit" data="1"/>
    </o:shapelayout>
  </w:shapeDefaults>
  <w:decimalSymbol w:val=","/>
  <w:listSeparator w:val=";"/>
  <w14:docId w14:val="218056CA"/>
  <w15:chartTrackingRefBased/>
  <w15:docId w15:val="{73090491-33AD-4C90-9C5D-BA715913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Ttulo1">
    <w:name w:val="heading 1"/>
    <w:next w:val="Normal"/>
    <w:qFormat/>
    <w:rsid w:val="0064219F"/>
    <w:pPr>
      <w:jc w:val="center"/>
      <w:outlineLvl w:val="0"/>
    </w:pPr>
    <w:rPr>
      <w:rFonts w:ascii="Courier New" w:hAnsi="Courier New"/>
      <w:b/>
      <w:color w:val="CC3300"/>
      <w:sz w:val="96"/>
      <w:szCs w:val="40"/>
      <w:lang w:val="en-US" w:eastAsia="en-US"/>
    </w:rPr>
  </w:style>
  <w:style w:type="paragraph" w:styleId="Ttulo2">
    <w:name w:val="heading 2"/>
    <w:next w:val="Normal"/>
    <w:link w:val="Ttulo2Char"/>
    <w:qFormat/>
    <w:rsid w:val="00E10F3F"/>
    <w:pPr>
      <w:jc w:val="center"/>
      <w:outlineLvl w:val="1"/>
    </w:pPr>
    <w:rPr>
      <w:rFonts w:ascii="Courier New" w:hAnsi="Courier New"/>
      <w:color w:val="808080"/>
      <w:sz w:val="36"/>
      <w:szCs w:val="40"/>
      <w:lang w:val="en-US" w:eastAsia="en-US"/>
    </w:rPr>
  </w:style>
  <w:style w:type="paragraph" w:styleId="Ttulo3">
    <w:name w:val="heading 3"/>
    <w:next w:val="Normal"/>
    <w:link w:val="Ttulo3Char"/>
    <w:qFormat/>
    <w:rsid w:val="00CF4DF5"/>
    <w:pPr>
      <w:spacing w:before="40" w:after="40"/>
      <w:jc w:val="center"/>
      <w:outlineLvl w:val="2"/>
    </w:pPr>
    <w:rPr>
      <w:rFonts w:ascii="Courier New" w:hAnsi="Courier New"/>
      <w:b/>
      <w:color w:val="000080"/>
      <w:sz w:val="52"/>
      <w:szCs w:val="40"/>
      <w:lang w:val="en-US" w:eastAsia="en-US"/>
    </w:rPr>
  </w:style>
  <w:style w:type="paragraph" w:styleId="Ttulo4">
    <w:name w:val="heading 4"/>
    <w:next w:val="Normal"/>
    <w:qFormat/>
    <w:rsid w:val="0018089D"/>
    <w:pPr>
      <w:widowControl w:val="0"/>
      <w:shd w:val="clear" w:color="FFFF00" w:fill="auto"/>
      <w:ind w:left="990" w:right="1001"/>
      <w:outlineLvl w:val="3"/>
    </w:pPr>
    <w:rPr>
      <w:rFonts w:ascii="Courier New" w:hAnsi="Courier New"/>
      <w:b/>
      <w:sz w:val="40"/>
      <w:szCs w:val="40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CB411F"/>
    <w:rPr>
      <w:rFonts w:ascii="Courier New" w:hAnsi="Courier New"/>
      <w:color w:val="808080"/>
      <w:sz w:val="36"/>
      <w:szCs w:val="40"/>
      <w:lang w:val="en-US" w:eastAsia="en-US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atesignature">
    <w:name w:val="date signature"/>
    <w:rsid w:val="00B028D6"/>
    <w:pPr>
      <w:jc w:val="center"/>
    </w:pPr>
    <w:rPr>
      <w:rFonts w:ascii="Courier New" w:hAnsi="Courier New"/>
      <w:color w:val="808080"/>
      <w:sz w:val="24"/>
      <w:szCs w:val="40"/>
      <w:lang w:val="en-US" w:eastAsia="en-US"/>
    </w:rPr>
  </w:style>
  <w:style w:type="paragraph" w:styleId="Textodebalo">
    <w:name w:val="Balloon Text"/>
    <w:basedOn w:val="Normal"/>
    <w:semiHidden/>
    <w:rsid w:val="00294BDD"/>
    <w:rPr>
      <w:rFonts w:ascii="Tahoma" w:hAnsi="Tahoma" w:cs="Tahoma"/>
      <w:sz w:val="16"/>
      <w:szCs w:val="16"/>
    </w:rPr>
  </w:style>
  <w:style w:type="character" w:customStyle="1" w:styleId="Ttulo3Char">
    <w:name w:val="Título 3 Char"/>
    <w:link w:val="Ttulo3"/>
    <w:rsid w:val="00CB411F"/>
    <w:rPr>
      <w:rFonts w:ascii="Courier New" w:hAnsi="Courier New"/>
      <w:b/>
      <w:color w:val="000080"/>
      <w:sz w:val="52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fotosdahora.com.br/clipart/cliparts_imagens/04Cultura/igreja_06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fotosdahora.com.br/clipart/cliparts_imagens/04Cultura/igreja_06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y\AppData\Roaming\Microsoft\Modelos\Certificado%20b&#225;sico%20de%20aluno%20do%20m&#234;s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Certificado básico de aluno do mês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3</cp:revision>
  <cp:lastPrinted>2014-09-13T11:05:00Z</cp:lastPrinted>
  <dcterms:created xsi:type="dcterms:W3CDTF">2022-08-19T20:56:00Z</dcterms:created>
  <dcterms:modified xsi:type="dcterms:W3CDTF">2022-09-03T20:37:00Z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TC010183851046</vt:lpwstr>
  </property>
</Properties>
</file>